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1359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059F8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621D7B">
        <w:rPr>
          <w:rFonts w:ascii="Arial Narrow" w:hAnsi="Arial Narrow"/>
          <w:noProof/>
          <w:sz w:val="22"/>
          <w:lang w:val="de-DE"/>
        </w:rPr>
        <w:t>27.10.2014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62DFF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11359E" w:rsidRDefault="00F94C0D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Briefkopf VST entwerfen</w:t>
      </w:r>
    </w:p>
    <w:p w:rsidR="001F702B" w:rsidRDefault="001F702B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1F702B" w:rsidRDefault="00A959A7" w:rsidP="001F702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 Auswahl</w:t>
      </w:r>
    </w:p>
    <w:p w:rsidR="00A959A7" w:rsidRDefault="00A959A7" w:rsidP="001F702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Getränke </w:t>
      </w:r>
      <w:r w:rsidRPr="00A959A7">
        <w:rPr>
          <w:rFonts w:ascii="Arial Narrow" w:hAnsi="Arial Narrow"/>
          <w:sz w:val="22"/>
          <w:lang w:val="de-DE"/>
        </w:rPr>
        <w:sym w:font="Wingdings" w:char="F0E0"/>
      </w:r>
      <w:r>
        <w:rPr>
          <w:rFonts w:ascii="Arial Narrow" w:hAnsi="Arial Narrow"/>
          <w:sz w:val="22"/>
          <w:lang w:val="de-DE"/>
        </w:rPr>
        <w:t xml:space="preserve"> Sachgüter</w:t>
      </w:r>
    </w:p>
    <w:p w:rsidR="00A959A7" w:rsidRDefault="00A959A7" w:rsidP="001F702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Standleiter Meeting</w:t>
      </w:r>
    </w:p>
    <w:p w:rsidR="00E41521" w:rsidRDefault="00E41521" w:rsidP="001F702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Baarkeeper</w:t>
      </w:r>
      <w:proofErr w:type="spellEnd"/>
    </w:p>
    <w:p w:rsidR="001F3140" w:rsidRDefault="001F3140" w:rsidP="001F702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Abdeckung Lampen</w:t>
      </w:r>
    </w:p>
    <w:p w:rsidR="00AA3FE8" w:rsidRDefault="00AA3FE8" w:rsidP="001F702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Anmeldung Personal</w:t>
      </w:r>
    </w:p>
    <w:p w:rsidR="00A959A7" w:rsidRDefault="00A959A7" w:rsidP="00A959A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3D Projektor</w:t>
      </w:r>
    </w:p>
    <w:p w:rsidR="00A959A7" w:rsidRDefault="00A959A7" w:rsidP="00A959A7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Gelder</w:t>
      </w:r>
    </w:p>
    <w:p w:rsidR="00A959A7" w:rsidRDefault="00A959A7" w:rsidP="00A959A7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Angebote</w:t>
      </w:r>
    </w:p>
    <w:p w:rsidR="00A959A7" w:rsidRDefault="00A959A7" w:rsidP="00A959A7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Periode Vorführung</w:t>
      </w:r>
    </w:p>
    <w:p w:rsidR="00A959A7" w:rsidRDefault="00A959A7" w:rsidP="00A959A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Wasserflaschen</w:t>
      </w:r>
    </w:p>
    <w:p w:rsidR="00A959A7" w:rsidRDefault="00A959A7" w:rsidP="00A959A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Runder Tisch</w:t>
      </w:r>
    </w:p>
    <w:p w:rsidR="00A959A7" w:rsidRDefault="00A959A7" w:rsidP="00A959A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Website</w:t>
      </w:r>
    </w:p>
    <w:p w:rsidR="00B814BA" w:rsidRDefault="00B814BA" w:rsidP="00A959A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lastRenderedPageBreak/>
        <w:t>Billiard</w:t>
      </w:r>
      <w:proofErr w:type="spellEnd"/>
    </w:p>
    <w:p w:rsidR="00B814BA" w:rsidRDefault="00B814BA" w:rsidP="00A959A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Server</w:t>
      </w:r>
    </w:p>
    <w:p w:rsidR="001F3140" w:rsidRDefault="001F3140" w:rsidP="00A959A7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</w:t>
      </w:r>
    </w:p>
    <w:p w:rsidR="00B814BA" w:rsidRDefault="00BA10A5" w:rsidP="00B814B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E41521" w:rsidRDefault="00E41521" w:rsidP="00E4152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Müll</w:t>
      </w:r>
    </w:p>
    <w:p w:rsidR="005A059C" w:rsidRDefault="005A059C" w:rsidP="00E4152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Zumba Sonntag???</w:t>
      </w:r>
    </w:p>
    <w:p w:rsidR="00621D7B" w:rsidRPr="00B814BA" w:rsidRDefault="00621D7B" w:rsidP="00E4152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Kaffeema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schine reinigen</w:t>
      </w:r>
    </w:p>
    <w:sectPr w:rsidR="00621D7B" w:rsidRPr="00B814BA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60C3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0C34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0F11BA"/>
    <w:rsid w:val="00103636"/>
    <w:rsid w:val="0011359E"/>
    <w:rsid w:val="0011608E"/>
    <w:rsid w:val="001364FA"/>
    <w:rsid w:val="0014473D"/>
    <w:rsid w:val="00144E86"/>
    <w:rsid w:val="001C7E80"/>
    <w:rsid w:val="001D0B7A"/>
    <w:rsid w:val="001D3317"/>
    <w:rsid w:val="001D47FD"/>
    <w:rsid w:val="001F3140"/>
    <w:rsid w:val="001F5D4C"/>
    <w:rsid w:val="001F702B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059F8"/>
    <w:rsid w:val="004108F1"/>
    <w:rsid w:val="00425EF5"/>
    <w:rsid w:val="004359A0"/>
    <w:rsid w:val="004375F3"/>
    <w:rsid w:val="00441B0C"/>
    <w:rsid w:val="00462DFF"/>
    <w:rsid w:val="00487AF4"/>
    <w:rsid w:val="004D1F62"/>
    <w:rsid w:val="00501683"/>
    <w:rsid w:val="00501BD9"/>
    <w:rsid w:val="00543129"/>
    <w:rsid w:val="00577F83"/>
    <w:rsid w:val="005A059C"/>
    <w:rsid w:val="005B1C22"/>
    <w:rsid w:val="005B4ED3"/>
    <w:rsid w:val="005F45A2"/>
    <w:rsid w:val="00602994"/>
    <w:rsid w:val="00606F9B"/>
    <w:rsid w:val="0061697B"/>
    <w:rsid w:val="00621D7B"/>
    <w:rsid w:val="00633B6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6395A"/>
    <w:rsid w:val="008743D8"/>
    <w:rsid w:val="008C250E"/>
    <w:rsid w:val="008D16EC"/>
    <w:rsid w:val="008D2BDB"/>
    <w:rsid w:val="008D31B4"/>
    <w:rsid w:val="008F7364"/>
    <w:rsid w:val="00927544"/>
    <w:rsid w:val="009301A0"/>
    <w:rsid w:val="00937828"/>
    <w:rsid w:val="009757B0"/>
    <w:rsid w:val="009906B7"/>
    <w:rsid w:val="009B7B2F"/>
    <w:rsid w:val="009D3E73"/>
    <w:rsid w:val="009D6592"/>
    <w:rsid w:val="009E6CE4"/>
    <w:rsid w:val="009F732F"/>
    <w:rsid w:val="00A05515"/>
    <w:rsid w:val="00A27303"/>
    <w:rsid w:val="00A448D9"/>
    <w:rsid w:val="00A44D35"/>
    <w:rsid w:val="00A87E62"/>
    <w:rsid w:val="00A94BC2"/>
    <w:rsid w:val="00A959A7"/>
    <w:rsid w:val="00AA3FE8"/>
    <w:rsid w:val="00AE757F"/>
    <w:rsid w:val="00AF264D"/>
    <w:rsid w:val="00B25462"/>
    <w:rsid w:val="00B262CA"/>
    <w:rsid w:val="00B31937"/>
    <w:rsid w:val="00B51224"/>
    <w:rsid w:val="00B814BA"/>
    <w:rsid w:val="00B83D82"/>
    <w:rsid w:val="00BA10A5"/>
    <w:rsid w:val="00BC3578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83493"/>
    <w:rsid w:val="00CA5DF7"/>
    <w:rsid w:val="00CB5BD5"/>
    <w:rsid w:val="00CD7327"/>
    <w:rsid w:val="00CF0EE6"/>
    <w:rsid w:val="00D24AA6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41521"/>
    <w:rsid w:val="00E52891"/>
    <w:rsid w:val="00E66A27"/>
    <w:rsid w:val="00E7581B"/>
    <w:rsid w:val="00E81768"/>
    <w:rsid w:val="00E90352"/>
    <w:rsid w:val="00E97E93"/>
    <w:rsid w:val="00EA30A5"/>
    <w:rsid w:val="00EB31F2"/>
    <w:rsid w:val="00F15EEB"/>
    <w:rsid w:val="00F54566"/>
    <w:rsid w:val="00F64182"/>
    <w:rsid w:val="00F834DE"/>
    <w:rsid w:val="00F94C0D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79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33</cp:revision>
  <cp:lastPrinted>2014-10-27T11:37:00Z</cp:lastPrinted>
  <dcterms:created xsi:type="dcterms:W3CDTF">2013-07-11T11:14:00Z</dcterms:created>
  <dcterms:modified xsi:type="dcterms:W3CDTF">2014-10-27T13:04:00Z</dcterms:modified>
</cp:coreProperties>
</file>